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D06" w:rsidRPr="00B72B37" w:rsidRDefault="00114D06" w:rsidP="007E3542">
      <w:pPr>
        <w:pStyle w:val="PlainText"/>
        <w:rPr>
          <w:b/>
          <w:u w:val="single"/>
        </w:rPr>
      </w:pPr>
      <w:r w:rsidRPr="00F53012">
        <w:rPr>
          <w:b/>
          <w:u w:val="single"/>
        </w:rPr>
        <w:t xml:space="preserve">WOFF </w:t>
      </w:r>
      <w:r>
        <w:rPr>
          <w:b/>
          <w:u w:val="single"/>
        </w:rPr>
        <w:t xml:space="preserve">1 - 1918+ Custom Facilities – Reduced Trees Populated mod </w:t>
      </w:r>
      <w:r w:rsidRPr="00B72B37">
        <w:rPr>
          <w:b/>
          <w:u w:val="single"/>
        </w:rPr>
        <w:t xml:space="preserve"> - JSGME ready and Installed by exe</w:t>
      </w:r>
    </w:p>
    <w:p w:rsidR="00114D06" w:rsidRPr="00B72B37" w:rsidRDefault="00114D06" w:rsidP="007E3542">
      <w:pPr>
        <w:pStyle w:val="PlainText"/>
        <w:rPr>
          <w:b/>
        </w:rPr>
      </w:pPr>
    </w:p>
    <w:p w:rsidR="00114D06" w:rsidRPr="00C00D7D" w:rsidRDefault="00114D06" w:rsidP="007E3542">
      <w:pPr>
        <w:pStyle w:val="PlainText"/>
      </w:pPr>
    </w:p>
    <w:p w:rsidR="00114D06" w:rsidRDefault="00114D06" w:rsidP="004E687E">
      <w:pPr>
        <w:pStyle w:val="PlainText"/>
      </w:pPr>
      <w:r>
        <w:t>Created: 27 April 2021</w:t>
      </w:r>
    </w:p>
    <w:p w:rsidR="00114D06" w:rsidRDefault="00114D06" w:rsidP="004E687E">
      <w:pPr>
        <w:pStyle w:val="PlainText"/>
      </w:pPr>
      <w:r>
        <w:t>Author: Panama Red at SIMHQ forum</w:t>
      </w:r>
    </w:p>
    <w:p w:rsidR="00114D06" w:rsidRDefault="00114D06" w:rsidP="004E687E">
      <w:pPr>
        <w:pStyle w:val="PlainText"/>
      </w:pPr>
      <w:r>
        <w:t>Version 1.6</w:t>
      </w:r>
    </w:p>
    <w:p w:rsidR="00114D06" w:rsidRDefault="00114D06" w:rsidP="004E687E">
      <w:pPr>
        <w:pStyle w:val="PlainText"/>
      </w:pPr>
    </w:p>
    <w:p w:rsidR="00114D06" w:rsidRDefault="00114D06" w:rsidP="00906E0D">
      <w:pPr>
        <w:widowControl w:val="0"/>
        <w:autoSpaceDE w:val="0"/>
        <w:autoSpaceDN w:val="0"/>
        <w:adjustRightInd w:val="0"/>
        <w:ind w:right="-20"/>
        <w:jc w:val="both"/>
        <w:rPr>
          <w:rFonts w:ascii="Courier New" w:hAnsi="Courier New" w:cs="Courier New"/>
          <w:b/>
          <w:sz w:val="20"/>
          <w:szCs w:val="20"/>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1.6</w:t>
      </w:r>
    </w:p>
    <w:p w:rsidR="00114D06" w:rsidRDefault="00114D06" w:rsidP="00906E0D">
      <w:pPr>
        <w:pStyle w:val="PlainText"/>
      </w:pPr>
    </w:p>
    <w:p w:rsidR="00114D06" w:rsidRDefault="00114D06" w:rsidP="00906E0D">
      <w:pPr>
        <w:pStyle w:val="PlainText"/>
      </w:pPr>
      <w:r>
        <w:t>-</w:t>
      </w:r>
      <w:r>
        <w:tab/>
        <w:t>all stock generic airfields have been added to the mod so that they will be populated</w:t>
      </w:r>
    </w:p>
    <w:p w:rsidR="00114D06" w:rsidRDefault="00114D06" w:rsidP="004E687E">
      <w:pPr>
        <w:pStyle w:val="PlainText"/>
      </w:pPr>
    </w:p>
    <w:p w:rsidR="00114D06" w:rsidRDefault="00114D06" w:rsidP="004E687E">
      <w:pPr>
        <w:pStyle w:val="PlainText"/>
      </w:pPr>
    </w:p>
    <w:p w:rsidR="00114D06" w:rsidRPr="00ED15B9" w:rsidRDefault="00114D06" w:rsidP="004E687E">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1.5</w:t>
      </w:r>
    </w:p>
    <w:p w:rsidR="00114D06" w:rsidRDefault="00114D06" w:rsidP="004E687E">
      <w:pPr>
        <w:pStyle w:val="PlainText"/>
      </w:pPr>
    </w:p>
    <w:p w:rsidR="00114D06" w:rsidRDefault="00114D06" w:rsidP="004E687E">
      <w:pPr>
        <w:pStyle w:val="PlainText"/>
        <w:numPr>
          <w:ilvl w:val="0"/>
          <w:numId w:val="3"/>
        </w:numPr>
        <w:tabs>
          <w:tab w:val="clear" w:pos="720"/>
          <w:tab w:val="num" w:pos="360"/>
        </w:tabs>
        <w:ind w:left="360"/>
        <w:rPr>
          <w:b/>
          <w:w w:val="101"/>
          <w:u w:val="single"/>
        </w:rPr>
      </w:pPr>
      <w:r>
        <w:t>This mod has been renamed to reflect compatibility with all WOFF versions from UE to BH&amp;HII</w:t>
      </w:r>
    </w:p>
    <w:p w:rsidR="00114D06" w:rsidRDefault="00114D06" w:rsidP="00D506F6">
      <w:pPr>
        <w:widowControl w:val="0"/>
        <w:autoSpaceDE w:val="0"/>
        <w:autoSpaceDN w:val="0"/>
        <w:adjustRightInd w:val="0"/>
        <w:ind w:right="-20"/>
        <w:jc w:val="both"/>
        <w:rPr>
          <w:rFonts w:ascii="Courier New" w:hAnsi="Courier New" w:cs="Courier New"/>
          <w:b/>
          <w:w w:val="101"/>
          <w:sz w:val="20"/>
          <w:szCs w:val="20"/>
          <w:u w:val="single"/>
        </w:rPr>
      </w:pPr>
    </w:p>
    <w:p w:rsidR="00114D06" w:rsidRDefault="00114D06" w:rsidP="00D506F6">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114D06" w:rsidRDefault="00114D06" w:rsidP="00D506F6">
      <w:pPr>
        <w:widowControl w:val="0"/>
        <w:autoSpaceDE w:val="0"/>
        <w:autoSpaceDN w:val="0"/>
        <w:adjustRightInd w:val="0"/>
        <w:ind w:right="-20"/>
        <w:jc w:val="both"/>
        <w:rPr>
          <w:rFonts w:ascii="Courier New" w:hAnsi="Courier New" w:cs="Courier New"/>
          <w:b/>
          <w:sz w:val="20"/>
          <w:szCs w:val="20"/>
        </w:rPr>
      </w:pPr>
    </w:p>
    <w:p w:rsidR="00114D06" w:rsidRDefault="00114D06" w:rsidP="00D506F6">
      <w:pPr>
        <w:pStyle w:val="PlainText"/>
        <w:numPr>
          <w:ilvl w:val="0"/>
          <w:numId w:val="7"/>
        </w:numPr>
      </w:pPr>
      <w:r>
        <w:t>Correction to error on Phalempinext1 facility file which caused runtime error when loading the map with the “M” key</w:t>
      </w:r>
    </w:p>
    <w:p w:rsidR="00114D06" w:rsidRDefault="00114D06" w:rsidP="00E916EF">
      <w:pPr>
        <w:pStyle w:val="PlainText"/>
      </w:pPr>
    </w:p>
    <w:p w:rsidR="00114D06" w:rsidRDefault="00114D06" w:rsidP="00E916E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114D06" w:rsidRDefault="00114D06" w:rsidP="00E916EF">
      <w:pPr>
        <w:widowControl w:val="0"/>
        <w:autoSpaceDE w:val="0"/>
        <w:autoSpaceDN w:val="0"/>
        <w:adjustRightInd w:val="0"/>
        <w:ind w:right="-20"/>
        <w:jc w:val="both"/>
        <w:rPr>
          <w:rFonts w:ascii="Courier New" w:hAnsi="Courier New" w:cs="Courier New"/>
          <w:b/>
          <w:sz w:val="20"/>
          <w:szCs w:val="20"/>
        </w:rPr>
      </w:pPr>
    </w:p>
    <w:p w:rsidR="00114D06" w:rsidRDefault="00114D06" w:rsidP="00E916EF">
      <w:pPr>
        <w:pStyle w:val="PlainText"/>
        <w:numPr>
          <w:ilvl w:val="0"/>
          <w:numId w:val="6"/>
        </w:numPr>
      </w:pPr>
      <w:r>
        <w:t>Phalempin airfield update has been added to this mod</w:t>
      </w:r>
    </w:p>
    <w:p w:rsidR="00114D06" w:rsidRDefault="00114D06" w:rsidP="00E916EF">
      <w:pPr>
        <w:pStyle w:val="PlainText"/>
      </w:pPr>
    </w:p>
    <w:p w:rsidR="00114D06" w:rsidRDefault="00114D06" w:rsidP="008B1089">
      <w:pPr>
        <w:pStyle w:val="PlainText"/>
      </w:pPr>
    </w:p>
    <w:p w:rsidR="00114D06" w:rsidRDefault="00114D06" w:rsidP="008B1089">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114D06" w:rsidRDefault="00114D06" w:rsidP="008B1089">
      <w:pPr>
        <w:widowControl w:val="0"/>
        <w:autoSpaceDE w:val="0"/>
        <w:autoSpaceDN w:val="0"/>
        <w:adjustRightInd w:val="0"/>
        <w:ind w:right="-20"/>
        <w:jc w:val="both"/>
        <w:rPr>
          <w:rFonts w:ascii="Courier New" w:hAnsi="Courier New" w:cs="Courier New"/>
          <w:b/>
          <w:sz w:val="20"/>
          <w:szCs w:val="20"/>
        </w:rPr>
      </w:pPr>
    </w:p>
    <w:p w:rsidR="00114D06" w:rsidRDefault="00114D06" w:rsidP="008B1089">
      <w:pPr>
        <w:pStyle w:val="PlainText"/>
        <w:numPr>
          <w:ilvl w:val="0"/>
          <w:numId w:val="5"/>
        </w:numPr>
      </w:pPr>
      <w:r>
        <w:t>Mont St Eloi mod by RAF_Louvert and Fullofit has been added to this mod</w:t>
      </w:r>
    </w:p>
    <w:p w:rsidR="00114D06" w:rsidRDefault="00114D06" w:rsidP="00501CBE">
      <w:pPr>
        <w:pStyle w:val="PlainText"/>
      </w:pPr>
    </w:p>
    <w:p w:rsidR="00114D06" w:rsidRDefault="00114D06" w:rsidP="00501CBE">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114D06" w:rsidRDefault="00114D06" w:rsidP="00501CBE">
      <w:pPr>
        <w:widowControl w:val="0"/>
        <w:autoSpaceDE w:val="0"/>
        <w:autoSpaceDN w:val="0"/>
        <w:adjustRightInd w:val="0"/>
        <w:ind w:right="-20"/>
        <w:jc w:val="both"/>
        <w:rPr>
          <w:rFonts w:ascii="Courier New" w:hAnsi="Courier New" w:cs="Courier New"/>
          <w:b/>
          <w:sz w:val="20"/>
          <w:szCs w:val="20"/>
        </w:rPr>
      </w:pPr>
    </w:p>
    <w:p w:rsidR="00114D06" w:rsidRDefault="00114D06" w:rsidP="00501CBE">
      <w:pPr>
        <w:pStyle w:val="PlainText"/>
        <w:numPr>
          <w:ilvl w:val="0"/>
          <w:numId w:val="4"/>
        </w:numPr>
      </w:pPr>
      <w:r>
        <w:t>Corrected placement of two buildings in Phalempin airfield</w:t>
      </w:r>
    </w:p>
    <w:p w:rsidR="00114D06" w:rsidRDefault="00114D06" w:rsidP="007E3542">
      <w:pPr>
        <w:pStyle w:val="PlainText"/>
      </w:pPr>
    </w:p>
    <w:p w:rsidR="00114D06" w:rsidRDefault="00114D06" w:rsidP="00BB6CD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0</w:t>
      </w:r>
    </w:p>
    <w:p w:rsidR="00114D06" w:rsidRDefault="00114D06" w:rsidP="00BB6CDF">
      <w:pPr>
        <w:widowControl w:val="0"/>
        <w:autoSpaceDE w:val="0"/>
        <w:autoSpaceDN w:val="0"/>
        <w:adjustRightInd w:val="0"/>
        <w:ind w:right="-20"/>
        <w:jc w:val="both"/>
        <w:rPr>
          <w:rFonts w:ascii="Courier New" w:hAnsi="Courier New" w:cs="Courier New"/>
          <w:b/>
          <w:sz w:val="20"/>
          <w:szCs w:val="20"/>
        </w:rPr>
      </w:pPr>
    </w:p>
    <w:p w:rsidR="00114D06" w:rsidRDefault="00114D06" w:rsidP="009D65E4">
      <w:pPr>
        <w:pStyle w:val="PlainText"/>
        <w:numPr>
          <w:ilvl w:val="0"/>
          <w:numId w:val="2"/>
        </w:numPr>
        <w:rPr>
          <w:b/>
          <w:color w:val="000000"/>
        </w:rPr>
      </w:pPr>
      <w:r>
        <w:t xml:space="preserve">this release is intended ONLY for </w:t>
      </w:r>
      <w:smartTag w:uri="urn:schemas-microsoft-com:office:smarttags" w:element="State">
        <w:smartTag w:uri="urn:schemas-microsoft-com:office:smarttags" w:element="place">
          <w:smartTag w:uri="urn:schemas-microsoft-com:office:smarttags" w:element="place">
            <w:smartTag w:uri="urn:schemas-microsoft-com:office:smarttags" w:element="City">
              <w:r>
                <w:t>WOFF</w:t>
              </w:r>
            </w:smartTag>
          </w:smartTag>
          <w:r>
            <w:t xml:space="preserve"> </w:t>
          </w:r>
          <w:smartTag w:uri="urn:schemas-microsoft-com:office:smarttags" w:element="place">
            <w:r>
              <w:t>PE</w:t>
            </w:r>
          </w:smartTag>
        </w:smartTag>
      </w:smartTag>
      <w:r>
        <w:t xml:space="preserve"> and contains fully populated customization for the following facilities: </w:t>
      </w:r>
      <w:r>
        <w:rPr>
          <w:b/>
          <w:color w:val="000000"/>
        </w:rPr>
        <w:t xml:space="preserve">Boistrancourt, Bray Dunes, Phalempin, Roucourt, St Omer, and Havrincourt Wood </w:t>
      </w:r>
    </w:p>
    <w:p w:rsidR="00114D06" w:rsidRPr="00C00D7D" w:rsidRDefault="00114D06" w:rsidP="007E3542">
      <w:pPr>
        <w:pStyle w:val="PlainText"/>
      </w:pPr>
    </w:p>
    <w:p w:rsidR="00114D06" w:rsidRPr="00122B66" w:rsidRDefault="00114D06"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114D06" w:rsidRPr="00122B66" w:rsidRDefault="00114D06" w:rsidP="007E3542">
      <w:pPr>
        <w:pStyle w:val="PlainText"/>
        <w:rPr>
          <w:b/>
        </w:rPr>
      </w:pPr>
    </w:p>
    <w:p w:rsidR="00114D06" w:rsidRDefault="00114D06" w:rsidP="007E3542">
      <w:pPr>
        <w:pStyle w:val="PlainText"/>
        <w:rPr>
          <w:b/>
        </w:rPr>
      </w:pPr>
      <w:r>
        <w:rPr>
          <w:b/>
        </w:rPr>
        <w:t>Driveletter:\..path to ...\WOFF\MODS</w:t>
      </w:r>
    </w:p>
    <w:p w:rsidR="00114D06" w:rsidRPr="00122B66" w:rsidRDefault="00114D06" w:rsidP="007E3542">
      <w:pPr>
        <w:pStyle w:val="PlainText"/>
        <w:rPr>
          <w:b/>
        </w:rPr>
      </w:pPr>
    </w:p>
    <w:p w:rsidR="00114D06" w:rsidRPr="00122B66" w:rsidRDefault="00114D06"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114D06" w:rsidRPr="00C00D7D" w:rsidRDefault="00114D06" w:rsidP="007E3542">
      <w:pPr>
        <w:pStyle w:val="PlainText"/>
      </w:pPr>
    </w:p>
    <w:p w:rsidR="00114D06" w:rsidRPr="00C00D7D" w:rsidRDefault="00114D06" w:rsidP="007E3542">
      <w:pPr>
        <w:pStyle w:val="PlainText"/>
      </w:pPr>
    </w:p>
    <w:p w:rsidR="00114D06" w:rsidRDefault="00114D06" w:rsidP="007E3542">
      <w:pPr>
        <w:pStyle w:val="PlainText"/>
        <w:rPr>
          <w:b/>
          <w:u w:val="single"/>
        </w:rPr>
      </w:pPr>
      <w:r w:rsidRPr="00122B66">
        <w:rPr>
          <w:b/>
          <w:u w:val="single"/>
        </w:rPr>
        <w:t>Requires:</w:t>
      </w:r>
    </w:p>
    <w:p w:rsidR="00114D06" w:rsidRDefault="00114D06" w:rsidP="007E3542">
      <w:pPr>
        <w:pStyle w:val="PlainText"/>
        <w:rPr>
          <w:b/>
          <w:u w:val="single"/>
        </w:rPr>
      </w:pPr>
    </w:p>
    <w:p w:rsidR="00114D06" w:rsidRDefault="00114D06" w:rsidP="007E3542">
      <w:pPr>
        <w:pStyle w:val="PlainText"/>
        <w:rPr>
          <w:b/>
        </w:rPr>
      </w:pPr>
      <w:r w:rsidRPr="00122B66">
        <w:rPr>
          <w:b/>
        </w:rPr>
        <w:t>JSGME program (JoneSoft Generic Mod Enabler Version 2.6) which is available at:</w:t>
      </w:r>
    </w:p>
    <w:p w:rsidR="00114D06" w:rsidRPr="00AA49C0" w:rsidRDefault="00114D06"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114D06" w:rsidRPr="00C00D7D" w:rsidRDefault="00114D06" w:rsidP="007E3542">
      <w:pPr>
        <w:pStyle w:val="PlainText"/>
      </w:pPr>
    </w:p>
    <w:p w:rsidR="00114D06" w:rsidRPr="00C00D7D" w:rsidRDefault="00114D06" w:rsidP="007E3542">
      <w:pPr>
        <w:pStyle w:val="PlainText"/>
      </w:pPr>
      <w:r w:rsidRPr="00C00D7D">
        <w:t>Wings Over Flanders Fields which is available at:</w:t>
      </w:r>
    </w:p>
    <w:p w:rsidR="00114D06" w:rsidRPr="00AA49C0" w:rsidRDefault="00114D06"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114D06" w:rsidRDefault="00114D06">
      <w:pPr>
        <w:widowControl w:val="0"/>
        <w:autoSpaceDE w:val="0"/>
        <w:autoSpaceDN w:val="0"/>
        <w:adjustRightInd w:val="0"/>
        <w:spacing w:line="240" w:lineRule="exact"/>
      </w:pPr>
      <w:r>
        <w:br w:type="page"/>
      </w:r>
    </w:p>
    <w:p w:rsidR="00114D06" w:rsidRDefault="00114D06" w:rsidP="007E3542">
      <w:pPr>
        <w:pStyle w:val="PlainText"/>
        <w:rPr>
          <w:b/>
          <w:u w:val="single"/>
        </w:rPr>
      </w:pPr>
      <w:r w:rsidRPr="007E3542">
        <w:rPr>
          <w:b/>
          <w:u w:val="single"/>
        </w:rPr>
        <w:t>Description:</w:t>
      </w:r>
    </w:p>
    <w:p w:rsidR="00114D06" w:rsidRDefault="00114D06" w:rsidP="007E3542">
      <w:pPr>
        <w:pStyle w:val="PlainText"/>
        <w:rPr>
          <w:b/>
          <w:u w:val="single"/>
        </w:rPr>
      </w:pPr>
    </w:p>
    <w:p w:rsidR="00114D06" w:rsidRDefault="00114D06" w:rsidP="007E3542">
      <w:pPr>
        <w:pStyle w:val="PlainText"/>
        <w:rPr>
          <w:b/>
        </w:rPr>
      </w:pPr>
      <w:r>
        <w:rPr>
          <w:b/>
        </w:rPr>
        <w:t xml:space="preserve">This Mod was set up to be a central depository of all custom facilities population for all versions of WOFF from UE to BH&amp;HII. </w:t>
      </w:r>
      <w:r>
        <w:rPr>
          <w:b/>
          <w:color w:val="000000"/>
        </w:rPr>
        <w:t>It is intended to add more customizations to this mod as they become available.</w:t>
      </w:r>
    </w:p>
    <w:p w:rsidR="00114D06" w:rsidRPr="008771B4" w:rsidRDefault="00114D06" w:rsidP="007E3542">
      <w:pPr>
        <w:pStyle w:val="PlainText"/>
        <w:rPr>
          <w:b/>
        </w:rPr>
      </w:pPr>
    </w:p>
    <w:p w:rsidR="00114D06" w:rsidRDefault="00114D06" w:rsidP="007E3542">
      <w:pPr>
        <w:pStyle w:val="PlainText"/>
        <w:rPr>
          <w:b/>
        </w:rPr>
      </w:pPr>
      <w:r>
        <w:rPr>
          <w:b/>
        </w:rPr>
        <w:t xml:space="preserve">In order for this mod to work as intended you </w:t>
      </w:r>
      <w:r w:rsidRPr="00D14D4A">
        <w:rPr>
          <w:b/>
          <w:color w:val="FF0000"/>
        </w:rPr>
        <w:t>MUST</w:t>
      </w:r>
      <w:r>
        <w:rPr>
          <w:b/>
        </w:rPr>
        <w:t xml:space="preserve"> ensure that you have installed and activated the following mod into JSGME first:</w:t>
      </w:r>
    </w:p>
    <w:p w:rsidR="00114D06" w:rsidRDefault="00114D06" w:rsidP="007E3542">
      <w:pPr>
        <w:pStyle w:val="PlainText"/>
        <w:rPr>
          <w:b/>
        </w:rPr>
      </w:pPr>
    </w:p>
    <w:p w:rsidR="00114D06" w:rsidRDefault="00114D06" w:rsidP="00C812B3">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114D06" w:rsidRDefault="00114D06" w:rsidP="007E3542">
      <w:pPr>
        <w:pStyle w:val="PlainText"/>
        <w:rPr>
          <w:b/>
        </w:rPr>
      </w:pPr>
    </w:p>
    <w:p w:rsidR="00114D06" w:rsidRDefault="00114D06" w:rsidP="00316DEB">
      <w:pPr>
        <w:pStyle w:val="PlainText"/>
        <w:rPr>
          <w:b/>
          <w:spacing w:val="1"/>
        </w:rPr>
      </w:pPr>
      <w:r>
        <w:rPr>
          <w:b/>
          <w:spacing w:val="1"/>
        </w:rPr>
        <w:t>Any</w:t>
      </w:r>
      <w:r w:rsidRPr="00ED15B9">
        <w:rPr>
          <w:b/>
          <w:spacing w:val="1"/>
        </w:rPr>
        <w:t xml:space="preserve"> Mod with a “</w:t>
      </w:r>
      <w:r w:rsidRPr="00D14D4A">
        <w:rPr>
          <w:b/>
          <w:color w:val="FF0000"/>
          <w:spacing w:val="1"/>
        </w:rPr>
        <w:t>0</w:t>
      </w:r>
      <w:r w:rsidRPr="00ED15B9">
        <w:rPr>
          <w:b/>
          <w:spacing w:val="1"/>
        </w:rPr>
        <w:t>” in the name must precede those with a “</w:t>
      </w:r>
      <w:r w:rsidRPr="00D14D4A">
        <w:rPr>
          <w:b/>
          <w:color w:val="FF0000"/>
          <w:spacing w:val="1"/>
        </w:rPr>
        <w:t>1</w:t>
      </w:r>
      <w:r w:rsidRPr="00ED15B9">
        <w:rPr>
          <w:b/>
          <w:spacing w:val="1"/>
        </w:rPr>
        <w:t xml:space="preserve">” in the name. </w:t>
      </w:r>
    </w:p>
    <w:p w:rsidR="00114D06" w:rsidRDefault="00114D06" w:rsidP="00316DEB">
      <w:pPr>
        <w:pStyle w:val="PlainText"/>
        <w:rPr>
          <w:b/>
          <w:spacing w:val="1"/>
        </w:rPr>
      </w:pPr>
    </w:p>
    <w:p w:rsidR="00114D06" w:rsidRPr="00ED15B9" w:rsidRDefault="00114D06" w:rsidP="00C812B3">
      <w:pPr>
        <w:pStyle w:val="PlainText"/>
        <w:rPr>
          <w:b/>
          <w:spacing w:val="1"/>
        </w:rPr>
      </w:pPr>
      <w:r w:rsidRPr="00ED15B9">
        <w:rPr>
          <w:b/>
          <w:color w:val="3366FF"/>
          <w:spacing w:val="1"/>
        </w:rPr>
        <w:t>The “</w:t>
      </w:r>
      <w:r w:rsidRPr="00ED15B9">
        <w:rPr>
          <w:b/>
          <w:color w:val="FF0000"/>
          <w:spacing w:val="1"/>
        </w:rPr>
        <w:t>1</w:t>
      </w:r>
      <w:r w:rsidRPr="00ED15B9">
        <w:rPr>
          <w:b/>
          <w:spacing w:val="1"/>
        </w:rPr>
        <w:t xml:space="preserve">” </w:t>
      </w:r>
      <w:r w:rsidRPr="00ED15B9">
        <w:rPr>
          <w:b/>
          <w:color w:val="3366FF"/>
          <w:spacing w:val="1"/>
        </w:rPr>
        <w:t xml:space="preserve">in the mode name means that </w:t>
      </w:r>
      <w:r>
        <w:rPr>
          <w:b/>
          <w:color w:val="3366FF"/>
          <w:spacing w:val="1"/>
        </w:rPr>
        <w:t>only</w:t>
      </w:r>
      <w:r w:rsidRPr="00ED15B9">
        <w:rPr>
          <w:b/>
          <w:color w:val="3366FF"/>
          <w:spacing w:val="1"/>
        </w:rPr>
        <w:t xml:space="preserve"> one of the following mods </w:t>
      </w:r>
      <w:r>
        <w:rPr>
          <w:b/>
          <w:color w:val="3366FF"/>
          <w:spacing w:val="1"/>
        </w:rPr>
        <w:t>must</w:t>
      </w:r>
      <w:r w:rsidRPr="00ED15B9">
        <w:rPr>
          <w:b/>
          <w:color w:val="3366FF"/>
          <w:spacing w:val="1"/>
        </w:rPr>
        <w:t xml:space="preserve"> be </w:t>
      </w:r>
      <w:r>
        <w:rPr>
          <w:b/>
          <w:color w:val="3366FF"/>
          <w:spacing w:val="1"/>
        </w:rPr>
        <w:t>activated in JSGME at any one time, so you will have to select the period that is appropriate for your campaign missions</w:t>
      </w:r>
      <w:r w:rsidRPr="00ED15B9">
        <w:rPr>
          <w:b/>
          <w:spacing w:val="1"/>
        </w:rPr>
        <w:t>.</w:t>
      </w:r>
    </w:p>
    <w:p w:rsidR="00114D06" w:rsidRPr="00ED15B9" w:rsidRDefault="00114D06" w:rsidP="00C812B3">
      <w:pPr>
        <w:pStyle w:val="PlainText"/>
        <w:rPr>
          <w:b/>
          <w:spacing w:val="1"/>
        </w:rPr>
      </w:pPr>
    </w:p>
    <w:p w:rsidR="00114D06" w:rsidRPr="00ED15B9" w:rsidRDefault="00114D06"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114D06" w:rsidRPr="00ED15B9" w:rsidRDefault="00114D06"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114D06" w:rsidRDefault="00114D06"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114D06" w:rsidRPr="00ED15B9" w:rsidRDefault="00114D06" w:rsidP="00B9649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w:t>
      </w:r>
      <w:r>
        <w:rPr>
          <w:b/>
          <w:spacing w:val="1"/>
        </w:rPr>
        <w:t>Reduced</w:t>
      </w:r>
      <w:r w:rsidRPr="00ED15B9">
        <w:rPr>
          <w:b/>
          <w:spacing w:val="1"/>
        </w:rPr>
        <w:t xml:space="preserve"> Trees Populated by Panama Red”</w:t>
      </w:r>
    </w:p>
    <w:p w:rsidR="00114D06" w:rsidRPr="00ED15B9" w:rsidRDefault="00114D06" w:rsidP="00B9649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w:t>
      </w:r>
      <w:r>
        <w:rPr>
          <w:b/>
          <w:spacing w:val="1"/>
        </w:rPr>
        <w:t>Reduced</w:t>
      </w:r>
      <w:r w:rsidRPr="00ED15B9">
        <w:rPr>
          <w:b/>
          <w:spacing w:val="1"/>
        </w:rPr>
        <w:t xml:space="preserve"> Trees Populated by Panama Red”</w:t>
      </w:r>
    </w:p>
    <w:p w:rsidR="00114D06" w:rsidRPr="00ED15B9" w:rsidRDefault="00114D06" w:rsidP="00C812B3">
      <w:pPr>
        <w:pStyle w:val="PlainText"/>
        <w:rPr>
          <w:b/>
          <w:spacing w:val="1"/>
        </w:rPr>
      </w:pPr>
    </w:p>
    <w:p w:rsidR="00114D06" w:rsidRDefault="00114D06" w:rsidP="00316DEB">
      <w:pPr>
        <w:pStyle w:val="PlainText"/>
        <w:rPr>
          <w:b/>
          <w:spacing w:val="1"/>
        </w:rPr>
      </w:pPr>
    </w:p>
    <w:p w:rsidR="00114D06" w:rsidRDefault="00114D06" w:rsidP="00316DEB">
      <w:pPr>
        <w:pStyle w:val="PlainText"/>
        <w:rPr>
          <w:b/>
          <w:spacing w:val="1"/>
        </w:rPr>
      </w:pPr>
      <w:r>
        <w:rPr>
          <w:b/>
          <w:spacing w:val="1"/>
        </w:rPr>
        <w:t>This program only installs the following mod:</w:t>
      </w:r>
    </w:p>
    <w:p w:rsidR="00114D06" w:rsidRDefault="00114D06" w:rsidP="007E3542">
      <w:pPr>
        <w:pStyle w:val="PlainText"/>
        <w:rPr>
          <w:b/>
        </w:rPr>
      </w:pPr>
    </w:p>
    <w:p w:rsidR="00114D06" w:rsidRPr="00ED15B9" w:rsidRDefault="00114D06" w:rsidP="00316DE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w:t>
      </w:r>
      <w:r>
        <w:rPr>
          <w:b/>
          <w:spacing w:val="1"/>
        </w:rPr>
        <w:t>Reduced</w:t>
      </w:r>
      <w:r w:rsidRPr="00ED15B9">
        <w:rPr>
          <w:b/>
          <w:spacing w:val="1"/>
        </w:rPr>
        <w:t xml:space="preserve"> Trees Populated by Panama Red”</w:t>
      </w:r>
    </w:p>
    <w:p w:rsidR="00114D06" w:rsidRDefault="00114D06" w:rsidP="007E3542">
      <w:pPr>
        <w:pStyle w:val="PlainText"/>
        <w:rPr>
          <w:b/>
          <w:color w:val="000000"/>
        </w:rPr>
      </w:pPr>
    </w:p>
    <w:p w:rsidR="00114D06" w:rsidRDefault="00114D06" w:rsidP="00056DCB">
      <w:pPr>
        <w:pStyle w:val="PlainText"/>
        <w:rPr>
          <w:b/>
          <w:color w:val="000000"/>
        </w:rPr>
      </w:pPr>
      <w:r>
        <w:rPr>
          <w:b/>
          <w:color w:val="000000"/>
        </w:rPr>
        <w:t>This</w:t>
      </w:r>
      <w:r w:rsidRPr="000169C4">
        <w:rPr>
          <w:b/>
          <w:color w:val="000000"/>
        </w:rPr>
        <w:t xml:space="preserve"> mod </w:t>
      </w:r>
      <w:r>
        <w:rPr>
          <w:b/>
          <w:color w:val="000000"/>
        </w:rPr>
        <w:t>currently loads all the custom facilities at one time. Cautions should be exercised when other individual facilities mods are active as they may share the same files and could possibly overwrite each other.</w:t>
      </w:r>
    </w:p>
    <w:p w:rsidR="00114D06" w:rsidRDefault="00114D06">
      <w:pPr>
        <w:widowControl w:val="0"/>
        <w:autoSpaceDE w:val="0"/>
        <w:autoSpaceDN w:val="0"/>
        <w:adjustRightInd w:val="0"/>
        <w:spacing w:after="18" w:line="180" w:lineRule="exact"/>
        <w:rPr>
          <w:rFonts w:ascii="Courier New" w:hAnsi="Courier New" w:cs="Courier New"/>
          <w:b/>
          <w:color w:val="000000"/>
          <w:sz w:val="20"/>
          <w:szCs w:val="20"/>
        </w:rPr>
      </w:pPr>
    </w:p>
    <w:p w:rsidR="00114D06" w:rsidRPr="001C3DFE" w:rsidRDefault="00114D06">
      <w:pPr>
        <w:widowControl w:val="0"/>
        <w:autoSpaceDE w:val="0"/>
        <w:autoSpaceDN w:val="0"/>
        <w:adjustRightInd w:val="0"/>
        <w:spacing w:after="18" w:line="180" w:lineRule="exact"/>
        <w:rPr>
          <w:rFonts w:ascii="Courier New" w:hAnsi="Courier New" w:cs="Courier New"/>
          <w:b/>
          <w:color w:val="000000"/>
          <w:sz w:val="20"/>
          <w:szCs w:val="20"/>
        </w:rPr>
      </w:pPr>
      <w:r>
        <w:rPr>
          <w:rFonts w:ascii="Courier New" w:hAnsi="Courier New" w:cs="Courier New"/>
          <w:b/>
          <w:color w:val="000000"/>
          <w:sz w:val="20"/>
          <w:szCs w:val="20"/>
        </w:rPr>
        <w:t xml:space="preserve">I would be remiss if I didn’t thank OBD for providing such a fantastic sim product in WOFF UE, without which, this mod would not exist. </w:t>
      </w:r>
      <w:r w:rsidRPr="001C3DFE">
        <w:rPr>
          <w:rFonts w:ascii="Courier New" w:hAnsi="Courier New" w:cs="Courier New"/>
          <w:b/>
          <w:sz w:val="20"/>
          <w:szCs w:val="20"/>
        </w:rPr>
        <w:t>Thanks also goes to Geezer for providing many custom models and OldHat for rendering those models compatible with WOFF.</w:t>
      </w:r>
      <w:r w:rsidRPr="001C3DFE">
        <w:rPr>
          <w:rFonts w:ascii="Courier New" w:hAnsi="Courier New" w:cs="Courier New"/>
          <w:b/>
          <w:sz w:val="20"/>
          <w:szCs w:val="20"/>
        </w:rPr>
        <w:br/>
      </w:r>
      <w:r w:rsidRPr="001C3DFE">
        <w:rPr>
          <w:rFonts w:ascii="Courier New" w:hAnsi="Courier New" w:cs="Courier New"/>
          <w:b/>
          <w:color w:val="000000"/>
          <w:sz w:val="20"/>
          <w:szCs w:val="20"/>
        </w:rPr>
        <w:t>.</w:t>
      </w:r>
    </w:p>
    <w:p w:rsidR="00114D06" w:rsidRDefault="00114D06">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 xml:space="preserve">“Panama Red”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114D06" w:rsidRDefault="00114D06">
      <w:pPr>
        <w:widowControl w:val="0"/>
        <w:autoSpaceDE w:val="0"/>
        <w:autoSpaceDN w:val="0"/>
        <w:adjustRightInd w:val="0"/>
        <w:spacing w:line="244" w:lineRule="auto"/>
        <w:ind w:right="1481"/>
        <w:rPr>
          <w:rFonts w:ascii="Courier New" w:hAnsi="Courier New" w:cs="Courier New"/>
          <w:sz w:val="20"/>
          <w:szCs w:val="20"/>
        </w:rPr>
      </w:pPr>
    </w:p>
    <w:p w:rsidR="00114D06" w:rsidRDefault="00114D06">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114D06" w:rsidRPr="0006448D" w:rsidRDefault="00114D06">
      <w:pPr>
        <w:widowControl w:val="0"/>
        <w:autoSpaceDE w:val="0"/>
        <w:autoSpaceDN w:val="0"/>
        <w:adjustRightInd w:val="0"/>
        <w:spacing w:line="244" w:lineRule="auto"/>
        <w:ind w:right="1481"/>
        <w:rPr>
          <w:rFonts w:ascii="Courier New" w:hAnsi="Courier New" w:cs="Courier New"/>
          <w:sz w:val="20"/>
          <w:szCs w:val="20"/>
        </w:rPr>
      </w:pPr>
    </w:p>
    <w:p w:rsidR="00114D06" w:rsidRDefault="00114D06">
      <w:pPr>
        <w:widowControl w:val="0"/>
        <w:autoSpaceDE w:val="0"/>
        <w:autoSpaceDN w:val="0"/>
        <w:adjustRightInd w:val="0"/>
        <w:spacing w:line="240" w:lineRule="exact"/>
        <w:rPr>
          <w:rFonts w:ascii="Calibri" w:hAnsi="Calibri" w:cs="Calibri"/>
        </w:rPr>
      </w:pPr>
    </w:p>
    <w:p w:rsidR="00114D06" w:rsidRPr="00265C99" w:rsidRDefault="00114D06" w:rsidP="007E3542">
      <w:pPr>
        <w:pStyle w:val="PlainText"/>
        <w:rPr>
          <w:b/>
          <w:sz w:val="28"/>
          <w:szCs w:val="28"/>
          <w:u w:val="single"/>
        </w:rPr>
      </w:pPr>
      <w:r w:rsidRPr="00265C99">
        <w:rPr>
          <w:b/>
          <w:sz w:val="28"/>
          <w:szCs w:val="28"/>
          <w:u w:val="single"/>
        </w:rPr>
        <w:t>IMPORTANT NOTES:</w:t>
      </w:r>
    </w:p>
    <w:p w:rsidR="00114D06" w:rsidRPr="00265C99" w:rsidRDefault="00114D06" w:rsidP="007E3542">
      <w:pPr>
        <w:pStyle w:val="PlainText"/>
        <w:rPr>
          <w:sz w:val="28"/>
          <w:szCs w:val="28"/>
        </w:rPr>
      </w:pPr>
    </w:p>
    <w:p w:rsidR="00114D06" w:rsidRDefault="00114D06" w:rsidP="007E3542">
      <w:pPr>
        <w:pStyle w:val="PlainText"/>
        <w:rPr>
          <w:b/>
          <w:sz w:val="28"/>
          <w:szCs w:val="28"/>
          <w:u w:val="single"/>
        </w:rPr>
      </w:pPr>
      <w:r w:rsidRPr="00265C99">
        <w:rPr>
          <w:b/>
          <w:sz w:val="28"/>
          <w:szCs w:val="28"/>
          <w:u w:val="single"/>
        </w:rPr>
        <w:t xml:space="preserve">OBD offer NO SUPPORT for this MOD AT ALL - Use at your own risk. </w:t>
      </w:r>
    </w:p>
    <w:p w:rsidR="00114D06" w:rsidRPr="00265C99" w:rsidRDefault="00114D06" w:rsidP="007E3542">
      <w:pPr>
        <w:pStyle w:val="PlainText"/>
        <w:rPr>
          <w:b/>
          <w:sz w:val="28"/>
          <w:szCs w:val="28"/>
          <w:u w:val="single"/>
        </w:rPr>
      </w:pPr>
    </w:p>
    <w:p w:rsidR="00114D06" w:rsidRPr="00265C99" w:rsidRDefault="00114D06"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114D06" w:rsidRPr="00265C99" w:rsidRDefault="00114D06" w:rsidP="007E3542">
      <w:pPr>
        <w:pStyle w:val="PlainText"/>
        <w:rPr>
          <w:b/>
          <w:sz w:val="28"/>
          <w:szCs w:val="28"/>
          <w:u w:val="single"/>
        </w:rPr>
      </w:pPr>
    </w:p>
    <w:p w:rsidR="00114D06" w:rsidRPr="00265C99" w:rsidRDefault="00114D06"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114D06" w:rsidRDefault="00114D06">
      <w:pPr>
        <w:widowControl w:val="0"/>
        <w:autoSpaceDE w:val="0"/>
        <w:autoSpaceDN w:val="0"/>
        <w:adjustRightInd w:val="0"/>
        <w:spacing w:line="240" w:lineRule="exact"/>
        <w:rPr>
          <w:rFonts w:ascii="Calibri" w:hAnsi="Calibri" w:cs="Calibri"/>
        </w:rPr>
      </w:pPr>
    </w:p>
    <w:p w:rsidR="00114D06" w:rsidRDefault="00114D06">
      <w:pPr>
        <w:widowControl w:val="0"/>
        <w:autoSpaceDE w:val="0"/>
        <w:autoSpaceDN w:val="0"/>
        <w:adjustRightInd w:val="0"/>
        <w:spacing w:line="240" w:lineRule="exact"/>
        <w:rPr>
          <w:rFonts w:ascii="Calibri" w:hAnsi="Calibri" w:cs="Calibri"/>
        </w:rPr>
      </w:pPr>
    </w:p>
    <w:p w:rsidR="00114D06" w:rsidRDefault="00114D06">
      <w:pPr>
        <w:widowControl w:val="0"/>
        <w:autoSpaceDE w:val="0"/>
        <w:autoSpaceDN w:val="0"/>
        <w:adjustRightInd w:val="0"/>
        <w:spacing w:after="16" w:line="160" w:lineRule="exact"/>
        <w:rPr>
          <w:rFonts w:ascii="Calibri" w:hAnsi="Calibri" w:cs="Calibri"/>
          <w:sz w:val="16"/>
          <w:szCs w:val="16"/>
        </w:rPr>
      </w:pPr>
    </w:p>
    <w:sectPr w:rsidR="00114D06"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169C4"/>
    <w:rsid w:val="0002060E"/>
    <w:rsid w:val="000523E9"/>
    <w:rsid w:val="00056DCB"/>
    <w:rsid w:val="0006448D"/>
    <w:rsid w:val="00084035"/>
    <w:rsid w:val="000B3056"/>
    <w:rsid w:val="000B7EA2"/>
    <w:rsid w:val="000C3941"/>
    <w:rsid w:val="000E3BF9"/>
    <w:rsid w:val="000F6B0D"/>
    <w:rsid w:val="00102B2E"/>
    <w:rsid w:val="00105B4C"/>
    <w:rsid w:val="00112E5F"/>
    <w:rsid w:val="00114D06"/>
    <w:rsid w:val="00122B66"/>
    <w:rsid w:val="00133D03"/>
    <w:rsid w:val="00141076"/>
    <w:rsid w:val="00145D9B"/>
    <w:rsid w:val="00145FD6"/>
    <w:rsid w:val="001515E9"/>
    <w:rsid w:val="00194654"/>
    <w:rsid w:val="001A4079"/>
    <w:rsid w:val="001C321A"/>
    <w:rsid w:val="001C3DFE"/>
    <w:rsid w:val="001E728E"/>
    <w:rsid w:val="00207607"/>
    <w:rsid w:val="002258C3"/>
    <w:rsid w:val="00244ED0"/>
    <w:rsid w:val="00261619"/>
    <w:rsid w:val="00265C99"/>
    <w:rsid w:val="00295B88"/>
    <w:rsid w:val="002B3DAE"/>
    <w:rsid w:val="002C4CC1"/>
    <w:rsid w:val="002E04EB"/>
    <w:rsid w:val="00314EEA"/>
    <w:rsid w:val="00316DEB"/>
    <w:rsid w:val="00331B20"/>
    <w:rsid w:val="00362766"/>
    <w:rsid w:val="003648FD"/>
    <w:rsid w:val="003A2F7B"/>
    <w:rsid w:val="003A73DA"/>
    <w:rsid w:val="003F2F84"/>
    <w:rsid w:val="003F7209"/>
    <w:rsid w:val="00401D36"/>
    <w:rsid w:val="00405F5C"/>
    <w:rsid w:val="004327CE"/>
    <w:rsid w:val="00451155"/>
    <w:rsid w:val="00454F99"/>
    <w:rsid w:val="0049610D"/>
    <w:rsid w:val="004C2BAF"/>
    <w:rsid w:val="004E687E"/>
    <w:rsid w:val="004F693A"/>
    <w:rsid w:val="004F7040"/>
    <w:rsid w:val="00501CBE"/>
    <w:rsid w:val="0053604E"/>
    <w:rsid w:val="00550FDD"/>
    <w:rsid w:val="005A75C0"/>
    <w:rsid w:val="005C42CF"/>
    <w:rsid w:val="005D78CE"/>
    <w:rsid w:val="005E6408"/>
    <w:rsid w:val="006277AE"/>
    <w:rsid w:val="00671015"/>
    <w:rsid w:val="006A24CA"/>
    <w:rsid w:val="006A5C0B"/>
    <w:rsid w:val="006A68B0"/>
    <w:rsid w:val="006B3FC6"/>
    <w:rsid w:val="006E5092"/>
    <w:rsid w:val="00702AD9"/>
    <w:rsid w:val="00711688"/>
    <w:rsid w:val="00732410"/>
    <w:rsid w:val="00764D35"/>
    <w:rsid w:val="007801A3"/>
    <w:rsid w:val="007A0325"/>
    <w:rsid w:val="007B6745"/>
    <w:rsid w:val="007C505D"/>
    <w:rsid w:val="007E3542"/>
    <w:rsid w:val="007F12C1"/>
    <w:rsid w:val="008225D0"/>
    <w:rsid w:val="008771B4"/>
    <w:rsid w:val="008877C1"/>
    <w:rsid w:val="008B1089"/>
    <w:rsid w:val="008C4993"/>
    <w:rsid w:val="008E044A"/>
    <w:rsid w:val="008F324E"/>
    <w:rsid w:val="00906E0D"/>
    <w:rsid w:val="00935EF5"/>
    <w:rsid w:val="009566FB"/>
    <w:rsid w:val="00961CF5"/>
    <w:rsid w:val="009659FB"/>
    <w:rsid w:val="009A4F1D"/>
    <w:rsid w:val="009B4D48"/>
    <w:rsid w:val="009B5BA9"/>
    <w:rsid w:val="009C1E39"/>
    <w:rsid w:val="009D5F77"/>
    <w:rsid w:val="009D65E4"/>
    <w:rsid w:val="009E6D76"/>
    <w:rsid w:val="00A0005D"/>
    <w:rsid w:val="00A0789D"/>
    <w:rsid w:val="00A408CF"/>
    <w:rsid w:val="00A80BB9"/>
    <w:rsid w:val="00A8300D"/>
    <w:rsid w:val="00AA22CF"/>
    <w:rsid w:val="00AA49C0"/>
    <w:rsid w:val="00AD71F6"/>
    <w:rsid w:val="00B23992"/>
    <w:rsid w:val="00B44937"/>
    <w:rsid w:val="00B44DD3"/>
    <w:rsid w:val="00B476FA"/>
    <w:rsid w:val="00B61681"/>
    <w:rsid w:val="00B72B37"/>
    <w:rsid w:val="00B9649B"/>
    <w:rsid w:val="00BB6CDF"/>
    <w:rsid w:val="00BE6E27"/>
    <w:rsid w:val="00C00D7D"/>
    <w:rsid w:val="00C068BE"/>
    <w:rsid w:val="00C11EA0"/>
    <w:rsid w:val="00C458B5"/>
    <w:rsid w:val="00C61F06"/>
    <w:rsid w:val="00C812B3"/>
    <w:rsid w:val="00C92C65"/>
    <w:rsid w:val="00CA2167"/>
    <w:rsid w:val="00CA2883"/>
    <w:rsid w:val="00CA43D7"/>
    <w:rsid w:val="00CB4080"/>
    <w:rsid w:val="00CC4D95"/>
    <w:rsid w:val="00CD267B"/>
    <w:rsid w:val="00CE544D"/>
    <w:rsid w:val="00D0764D"/>
    <w:rsid w:val="00D14D4A"/>
    <w:rsid w:val="00D26CEF"/>
    <w:rsid w:val="00D37676"/>
    <w:rsid w:val="00D458B8"/>
    <w:rsid w:val="00D458EA"/>
    <w:rsid w:val="00D506F6"/>
    <w:rsid w:val="00D603F5"/>
    <w:rsid w:val="00D6718E"/>
    <w:rsid w:val="00D674DB"/>
    <w:rsid w:val="00D717F2"/>
    <w:rsid w:val="00D9605C"/>
    <w:rsid w:val="00DA00DE"/>
    <w:rsid w:val="00DC44D8"/>
    <w:rsid w:val="00DF38DD"/>
    <w:rsid w:val="00E130BB"/>
    <w:rsid w:val="00E14196"/>
    <w:rsid w:val="00E405C3"/>
    <w:rsid w:val="00E5788F"/>
    <w:rsid w:val="00E67C2E"/>
    <w:rsid w:val="00E81352"/>
    <w:rsid w:val="00E90176"/>
    <w:rsid w:val="00E916EF"/>
    <w:rsid w:val="00ED15B9"/>
    <w:rsid w:val="00F44D92"/>
    <w:rsid w:val="00F53012"/>
    <w:rsid w:val="00F8170B"/>
    <w:rsid w:val="00F91BA9"/>
    <w:rsid w:val="00FC6AE1"/>
    <w:rsid w:val="00FE04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07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2258C3"/>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55180876">
      <w:marLeft w:val="0"/>
      <w:marRight w:val="0"/>
      <w:marTop w:val="0"/>
      <w:marBottom w:val="0"/>
      <w:divBdr>
        <w:top w:val="none" w:sz="0" w:space="0" w:color="auto"/>
        <w:left w:val="none" w:sz="0" w:space="0" w:color="auto"/>
        <w:bottom w:val="none" w:sz="0" w:space="0" w:color="auto"/>
        <w:right w:val="none" w:sz="0" w:space="0" w:color="auto"/>
      </w:divBdr>
    </w:div>
    <w:div w:id="1655180877">
      <w:marLeft w:val="0"/>
      <w:marRight w:val="0"/>
      <w:marTop w:val="0"/>
      <w:marBottom w:val="0"/>
      <w:divBdr>
        <w:top w:val="none" w:sz="0" w:space="0" w:color="auto"/>
        <w:left w:val="none" w:sz="0" w:space="0" w:color="auto"/>
        <w:bottom w:val="none" w:sz="0" w:space="0" w:color="auto"/>
        <w:right w:val="none" w:sz="0" w:space="0" w:color="auto"/>
      </w:divBdr>
    </w:div>
    <w:div w:id="1655180878">
      <w:marLeft w:val="0"/>
      <w:marRight w:val="0"/>
      <w:marTop w:val="0"/>
      <w:marBottom w:val="0"/>
      <w:divBdr>
        <w:top w:val="none" w:sz="0" w:space="0" w:color="auto"/>
        <w:left w:val="none" w:sz="0" w:space="0" w:color="auto"/>
        <w:bottom w:val="none" w:sz="0" w:space="0" w:color="auto"/>
        <w:right w:val="none" w:sz="0" w:space="0" w:color="auto"/>
      </w:divBdr>
    </w:div>
    <w:div w:id="16551808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3</Pages>
  <Words>670</Words>
  <Characters>3820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rwiggins</dc:creator>
  <cp:keywords/>
  <dc:description/>
  <cp:lastModifiedBy>rwiggins</cp:lastModifiedBy>
  <cp:revision>21</cp:revision>
  <dcterms:created xsi:type="dcterms:W3CDTF">2018-02-07T17:17:00Z</dcterms:created>
  <dcterms:modified xsi:type="dcterms:W3CDTF">2021-04-27T15:30:00Z</dcterms:modified>
</cp:coreProperties>
</file>